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Pr="00E56772" w:rsidRDefault="00144177" w:rsidP="00144177">
      <w:pPr>
        <w:jc w:val="center"/>
        <w:rPr>
          <w:b/>
          <w:bCs/>
        </w:rPr>
      </w:pPr>
      <w:r w:rsidRPr="00E56772">
        <w:rPr>
          <w:b/>
          <w:bCs/>
        </w:rPr>
        <w:t xml:space="preserve">OFERTA NA </w:t>
      </w:r>
    </w:p>
    <w:p w:rsidR="00702A3D" w:rsidRPr="00E56772" w:rsidRDefault="00E56772" w:rsidP="00144177">
      <w:pPr>
        <w:jc w:val="center"/>
        <w:rPr>
          <w:b/>
          <w:bCs/>
        </w:rPr>
      </w:pPr>
      <w:r w:rsidRPr="00E56772">
        <w:rPr>
          <w:b/>
          <w:bCs/>
        </w:rPr>
        <w:t>ŚWIADCZENIE USŁUG W ZAKRESIE O</w:t>
      </w:r>
      <w:r>
        <w:rPr>
          <w:b/>
          <w:bCs/>
        </w:rPr>
        <w:t>DBIORU, ZAŁADUNKU, TRANSPORTU I </w:t>
      </w:r>
      <w:r w:rsidRPr="00E56772">
        <w:rPr>
          <w:b/>
          <w:bCs/>
        </w:rPr>
        <w:t>UTYLIZACJI ODPADÓW MEDYCZNYCH O WŁAŚCIWOŚCIACH NIEBEZPIECZNYCH, ORAZ USTABILIZOWANYCH KOMUNALNYCH OSADÓW ŚCIEKOWYCH WYTWORZONY</w:t>
      </w:r>
      <w:r>
        <w:rPr>
          <w:b/>
          <w:bCs/>
        </w:rPr>
        <w:t>CH W SP ZOZ W PRZEWORSKU WRAZ Z </w:t>
      </w:r>
      <w:r w:rsidRPr="00E56772">
        <w:rPr>
          <w:b/>
          <w:bCs/>
        </w:rPr>
        <w:t>DOSTAWĄ OPAKOWAŃ DO ICH SEGREGACJI POMIĘDZY KOLEJNYMI ODBIORAMI</w:t>
      </w:r>
      <w:r w:rsidR="00FF5999">
        <w:rPr>
          <w:b/>
          <w:bCs/>
        </w:rPr>
        <w:t xml:space="preserve"> - 2</w:t>
      </w:r>
      <w:r w:rsidRPr="00E56772">
        <w:rPr>
          <w:b/>
          <w:bCs/>
        </w:rPr>
        <w:t>.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1E2315">
      <w:pPr>
        <w:pStyle w:val="Nagwek1"/>
      </w:pPr>
      <w:r w:rsidRPr="006C73E0">
        <w:tab/>
      </w:r>
      <w:r w:rsidR="001E2315">
        <w:t xml:space="preserve"> </w:t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t>:</w:t>
      </w:r>
      <w:r w:rsidR="00933C7B" w:rsidRPr="00A50565"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CE5BBC" w:rsidRDefault="00933C7B" w:rsidP="00E56772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E56772" w:rsidRPr="00E56772" w:rsidRDefault="00E56772" w:rsidP="00E56772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E56772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5E1277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E56772" w:rsidRPr="00E56772">
        <w:rPr>
          <w:rFonts w:asciiTheme="minorHAnsi" w:hAnsiTheme="minorHAnsi"/>
          <w:b/>
          <w:sz w:val="22"/>
        </w:rPr>
        <w:t>świadczenie usług w zakresie odbioru, załadunku, transportu i utylizacji odpadów medycznych o właściwościach niebezpiecznych, oraz ustabilizowanych komunalnych osadów ściekowych wytworzonych w SP ZOZ w Przeworsku wraz z dostawą opakowań do ich segregacji pomiędzy kolejnymi odbiorami</w:t>
      </w:r>
      <w:r w:rsidR="002B12C9">
        <w:rPr>
          <w:rFonts w:asciiTheme="minorHAnsi" w:hAnsiTheme="minorHAnsi"/>
          <w:b/>
          <w:sz w:val="22"/>
        </w:rPr>
        <w:t xml:space="preserve"> - 2</w:t>
      </w:r>
      <w:bookmarkStart w:id="0" w:name="_GoBack"/>
      <w:bookmarkEnd w:id="0"/>
      <w:r w:rsidR="0020623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651054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363C6E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lastRenderedPageBreak/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7653BE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7653BE" w:rsidRDefault="007653BE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7653BE" w:rsidRPr="007653BE" w:rsidRDefault="00A46F20" w:rsidP="007653BE">
      <w:pPr>
        <w:pStyle w:val="Akapitzlist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Oferujemy</w:t>
      </w:r>
      <w:r w:rsidR="001A4BBD">
        <w:rPr>
          <w:rFonts w:eastAsia="CIDFont+F2"/>
          <w:sz w:val="22"/>
          <w:szCs w:val="22"/>
        </w:rPr>
        <w:t xml:space="preserve"> </w:t>
      </w:r>
      <w:r>
        <w:rPr>
          <w:rFonts w:eastAsia="CIDFont+F2"/>
          <w:sz w:val="22"/>
          <w:szCs w:val="22"/>
        </w:rPr>
        <w:t xml:space="preserve"> wykonanie odbioru odpadów </w:t>
      </w:r>
      <w:r w:rsidR="001A4BBD">
        <w:rPr>
          <w:rFonts w:eastAsia="CIDFont+F2"/>
          <w:sz w:val="22"/>
          <w:szCs w:val="22"/>
        </w:rPr>
        <w:t xml:space="preserve">w godzinach:  </w:t>
      </w:r>
      <w:r w:rsidR="001A4BBD">
        <w:rPr>
          <w:rFonts w:eastAsia="CIDFont+F2"/>
          <w:bCs/>
          <w:sz w:val="22"/>
          <w:szCs w:val="22"/>
        </w:rPr>
        <w:t>do godziny</w:t>
      </w:r>
      <w:r w:rsidR="001A4BBD" w:rsidRPr="001A4BBD">
        <w:rPr>
          <w:rFonts w:eastAsia="CIDFont+F2"/>
          <w:bCs/>
          <w:sz w:val="22"/>
          <w:szCs w:val="22"/>
        </w:rPr>
        <w:t xml:space="preserve"> 13:00*</w:t>
      </w:r>
      <w:r w:rsidR="001A4BBD">
        <w:rPr>
          <w:rFonts w:eastAsia="CIDFont+F2"/>
          <w:bCs/>
          <w:sz w:val="22"/>
          <w:szCs w:val="22"/>
        </w:rPr>
        <w:t xml:space="preserve"> - po godzinie</w:t>
      </w:r>
      <w:r w:rsidR="001A4BBD" w:rsidRPr="001A4BBD">
        <w:rPr>
          <w:rFonts w:eastAsia="CIDFont+F2"/>
          <w:bCs/>
          <w:sz w:val="22"/>
          <w:szCs w:val="22"/>
        </w:rPr>
        <w:t xml:space="preserve">  13:00*</w:t>
      </w:r>
    </w:p>
    <w:p w:rsidR="00DD16EF" w:rsidRDefault="001A4BBD" w:rsidP="00DD16EF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1A4BBD">
        <w:rPr>
          <w:sz w:val="22"/>
          <w:szCs w:val="22"/>
        </w:rPr>
        <w:t>* niepotrzebne skreślić</w:t>
      </w:r>
    </w:p>
    <w:p w:rsidR="001A4BBD" w:rsidRPr="00DD16EF" w:rsidRDefault="001A4BBD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7653BE" w:rsidP="007653BE">
      <w:pPr>
        <w:pStyle w:val="Nagwek1"/>
        <w:numPr>
          <w:ilvl w:val="0"/>
          <w:numId w:val="26"/>
        </w:numPr>
      </w:pPr>
      <w:r>
        <w:t xml:space="preserve">   </w:t>
      </w:r>
      <w:r w:rsidR="005B0AE2" w:rsidRPr="00C91AD9"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FE49B8" w:rsidRPr="00EC757E">
        <w:rPr>
          <w:b/>
        </w:rPr>
        <w:t xml:space="preserve"> </w:t>
      </w:r>
      <w:r w:rsidR="000129D1">
        <w:t>12</w:t>
      </w:r>
      <w:r w:rsidR="00F2331B">
        <w:t xml:space="preserve"> miesięcy od dnia podpisania umowy.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65207B">
        <w:rPr>
          <w:sz w:val="22"/>
          <w:szCs w:val="22"/>
        </w:rPr>
        <w:t xml:space="preserve"> wzór </w:t>
      </w:r>
      <w:r w:rsidR="00C82D97">
        <w:rPr>
          <w:sz w:val="22"/>
          <w:szCs w:val="22"/>
        </w:rPr>
        <w:t>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>
        <w:rPr>
          <w:sz w:val="22"/>
          <w:szCs w:val="22"/>
        </w:rPr>
        <w:t>projekt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DD203D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171B9C" w:rsidRPr="00DD203D" w:rsidRDefault="0040028D" w:rsidP="00DD203D">
      <w:pPr>
        <w:pStyle w:val="Nagwek1"/>
        <w:numPr>
          <w:ilvl w:val="0"/>
          <w:numId w:val="27"/>
        </w:numPr>
        <w:tabs>
          <w:tab w:val="clear" w:pos="284"/>
          <w:tab w:val="left" w:pos="426"/>
        </w:tabs>
        <w:rPr>
          <w:sz w:val="22"/>
        </w:rPr>
      </w:pPr>
      <w:r w:rsidRPr="00DD203D">
        <w:rPr>
          <w:sz w:val="22"/>
        </w:rPr>
        <w:t xml:space="preserve"> </w:t>
      </w:r>
      <w:r w:rsidR="00794CB8" w:rsidRPr="00DD203D">
        <w:rPr>
          <w:sz w:val="22"/>
        </w:rPr>
        <w:t>W razie wybrania nas</w:t>
      </w:r>
      <w:r w:rsidR="00A422AD" w:rsidRPr="00DD203D">
        <w:rPr>
          <w:sz w:val="22"/>
        </w:rPr>
        <w:t>zej oferty zobowiązujemy się do</w:t>
      </w:r>
      <w:r w:rsidR="00171B9C" w:rsidRPr="00DD203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09D" w:rsidRDefault="007E509D">
      <w:r>
        <w:separator/>
      </w:r>
    </w:p>
  </w:endnote>
  <w:endnote w:type="continuationSeparator" w:id="0">
    <w:p w:rsidR="007E509D" w:rsidRDefault="007E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2C9">
          <w:rPr>
            <w:noProof/>
          </w:rPr>
          <w:t>2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09D" w:rsidRDefault="007E509D">
      <w:r>
        <w:separator/>
      </w:r>
    </w:p>
  </w:footnote>
  <w:footnote w:type="continuationSeparator" w:id="0">
    <w:p w:rsidR="007E509D" w:rsidRDefault="007E509D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0129D1">
      <w:rPr>
        <w:rFonts w:ascii="Arial" w:hAnsi="Arial"/>
        <w:noProof/>
        <w:sz w:val="20"/>
        <w:szCs w:val="20"/>
      </w:rPr>
      <w:t>k sprawy: SP ZOZ NZZP II 2400/07</w:t>
    </w:r>
    <w:r w:rsidR="005E1277">
      <w:rPr>
        <w:rFonts w:ascii="Arial" w:hAnsi="Arial"/>
        <w:noProof/>
        <w:sz w:val="20"/>
        <w:szCs w:val="20"/>
      </w:rPr>
      <w:t>/20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EA5E26"/>
    <w:multiLevelType w:val="hybridMultilevel"/>
    <w:tmpl w:val="61C8B5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B105D9"/>
    <w:multiLevelType w:val="multilevel"/>
    <w:tmpl w:val="A86E133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  <w:sz w:val="22"/>
        <w:szCs w:val="22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3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F66ABE"/>
    <w:multiLevelType w:val="hybridMultilevel"/>
    <w:tmpl w:val="A3FEE10E"/>
    <w:lvl w:ilvl="0" w:tplc="F63ABB36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1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0"/>
  </w:num>
  <w:num w:numId="6">
    <w:abstractNumId w:val="21"/>
  </w:num>
  <w:num w:numId="7">
    <w:abstractNumId w:val="19"/>
  </w:num>
  <w:num w:numId="8">
    <w:abstractNumId w:val="11"/>
  </w:num>
  <w:num w:numId="9">
    <w:abstractNumId w:val="1"/>
  </w:num>
  <w:num w:numId="10">
    <w:abstractNumId w:val="17"/>
  </w:num>
  <w:num w:numId="11">
    <w:abstractNumId w:val="22"/>
  </w:num>
  <w:num w:numId="12">
    <w:abstractNumId w:val="9"/>
  </w:num>
  <w:num w:numId="13">
    <w:abstractNumId w:val="16"/>
  </w:num>
  <w:num w:numId="14">
    <w:abstractNumId w:val="7"/>
  </w:num>
  <w:num w:numId="15">
    <w:abstractNumId w:val="13"/>
  </w:num>
  <w:num w:numId="16">
    <w:abstractNumId w:val="6"/>
  </w:num>
  <w:num w:numId="17">
    <w:abstractNumId w:val="5"/>
  </w:num>
  <w:num w:numId="18">
    <w:abstractNumId w:val="23"/>
  </w:num>
  <w:num w:numId="19">
    <w:abstractNumId w:val="15"/>
  </w:num>
  <w:num w:numId="20">
    <w:abstractNumId w:val="12"/>
  </w:num>
  <w:num w:numId="21">
    <w:abstractNumId w:val="20"/>
  </w:num>
  <w:num w:numId="22">
    <w:abstractNumId w:val="14"/>
  </w:num>
  <w:num w:numId="23">
    <w:abstractNumId w:val="12"/>
  </w:num>
  <w:num w:numId="24">
    <w:abstractNumId w:val="8"/>
  </w:num>
  <w:num w:numId="25">
    <w:abstractNumId w:val="18"/>
  </w:num>
  <w:num w:numId="2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11CEB"/>
    <w:rsid w:val="000129D1"/>
    <w:rsid w:val="000241C8"/>
    <w:rsid w:val="00026F65"/>
    <w:rsid w:val="00032320"/>
    <w:rsid w:val="0003277E"/>
    <w:rsid w:val="00035D07"/>
    <w:rsid w:val="000409F4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A4BBD"/>
    <w:rsid w:val="001A7058"/>
    <w:rsid w:val="001B5B26"/>
    <w:rsid w:val="001C2B50"/>
    <w:rsid w:val="001C3D54"/>
    <w:rsid w:val="001D769B"/>
    <w:rsid w:val="001E19D8"/>
    <w:rsid w:val="001E20A3"/>
    <w:rsid w:val="001E2315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D4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12C9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07CA7"/>
    <w:rsid w:val="00411B4A"/>
    <w:rsid w:val="00415E81"/>
    <w:rsid w:val="00416194"/>
    <w:rsid w:val="0043172C"/>
    <w:rsid w:val="00444303"/>
    <w:rsid w:val="004463B6"/>
    <w:rsid w:val="00452CC1"/>
    <w:rsid w:val="00452EE4"/>
    <w:rsid w:val="00482884"/>
    <w:rsid w:val="004840A1"/>
    <w:rsid w:val="00484899"/>
    <w:rsid w:val="004857DF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0453"/>
    <w:rsid w:val="004E1F5F"/>
    <w:rsid w:val="004E7E57"/>
    <w:rsid w:val="004F42D8"/>
    <w:rsid w:val="004F60F9"/>
    <w:rsid w:val="004F6399"/>
    <w:rsid w:val="004F7841"/>
    <w:rsid w:val="004F7DE0"/>
    <w:rsid w:val="00510C72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1277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30E1"/>
    <w:rsid w:val="00651054"/>
    <w:rsid w:val="0065207B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3B80"/>
    <w:rsid w:val="006B7438"/>
    <w:rsid w:val="006C60DE"/>
    <w:rsid w:val="006C73E0"/>
    <w:rsid w:val="006D5783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ED4"/>
    <w:rsid w:val="00734226"/>
    <w:rsid w:val="00737178"/>
    <w:rsid w:val="00740839"/>
    <w:rsid w:val="00741AD6"/>
    <w:rsid w:val="0075211C"/>
    <w:rsid w:val="007602A2"/>
    <w:rsid w:val="007653BE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509D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3C7B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3EE3"/>
    <w:rsid w:val="009B5A2D"/>
    <w:rsid w:val="009C51D3"/>
    <w:rsid w:val="009C6723"/>
    <w:rsid w:val="009D28C1"/>
    <w:rsid w:val="009D38D3"/>
    <w:rsid w:val="009F3E84"/>
    <w:rsid w:val="009F447C"/>
    <w:rsid w:val="00A006DF"/>
    <w:rsid w:val="00A04966"/>
    <w:rsid w:val="00A112D7"/>
    <w:rsid w:val="00A11EB6"/>
    <w:rsid w:val="00A14D79"/>
    <w:rsid w:val="00A24E61"/>
    <w:rsid w:val="00A31A91"/>
    <w:rsid w:val="00A417BD"/>
    <w:rsid w:val="00A422AD"/>
    <w:rsid w:val="00A4498F"/>
    <w:rsid w:val="00A46F20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3BA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A6E0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D203D"/>
    <w:rsid w:val="00DE45DF"/>
    <w:rsid w:val="00DE4A00"/>
    <w:rsid w:val="00DE5648"/>
    <w:rsid w:val="00DE5731"/>
    <w:rsid w:val="00E012E4"/>
    <w:rsid w:val="00E02AE5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56772"/>
    <w:rsid w:val="00E609FA"/>
    <w:rsid w:val="00E627C9"/>
    <w:rsid w:val="00E64E94"/>
    <w:rsid w:val="00E779E5"/>
    <w:rsid w:val="00E80099"/>
    <w:rsid w:val="00E84705"/>
    <w:rsid w:val="00E87E55"/>
    <w:rsid w:val="00EA4D09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331B"/>
    <w:rsid w:val="00F25435"/>
    <w:rsid w:val="00F30BFC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  <w:rsid w:val="00FF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3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3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3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3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7653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0D5C0-3DD7-4BF6-9126-6E497E9C0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71</TotalTime>
  <Pages>3</Pages>
  <Words>1096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7661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211</cp:revision>
  <cp:lastPrinted>2019-06-24T11:30:00Z</cp:lastPrinted>
  <dcterms:created xsi:type="dcterms:W3CDTF">2018-03-08T08:22:00Z</dcterms:created>
  <dcterms:modified xsi:type="dcterms:W3CDTF">2020-02-11T11:02:00Z</dcterms:modified>
  <cp:category/>
</cp:coreProperties>
</file>